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91103F" w14:textId="77777777" w:rsidR="00E8384B" w:rsidRDefault="00E8384B" w:rsidP="00367B34">
      <w:pPr>
        <w:ind w:left="5103"/>
        <w:rPr>
          <w:rFonts w:ascii="Calibri" w:hAnsi="Calibri"/>
          <w:b/>
        </w:rPr>
      </w:pPr>
    </w:p>
    <w:p w14:paraId="1BF04B18" w14:textId="566EC699" w:rsidR="005B6805" w:rsidRDefault="005B6805" w:rsidP="005B6805">
      <w:pPr>
        <w:rPr>
          <w:rFonts w:ascii="Calibri" w:hAnsi="Calibri"/>
          <w:bCs/>
        </w:rPr>
      </w:pPr>
      <w:r>
        <w:rPr>
          <w:rFonts w:ascii="Calibri" w:hAnsi="Calibri"/>
          <w:bCs/>
        </w:rPr>
        <w:t xml:space="preserve">Dot.: </w:t>
      </w:r>
      <w:r w:rsidR="00365A90" w:rsidRPr="00365A90">
        <w:rPr>
          <w:rFonts w:ascii="Calibri" w:hAnsi="Calibri"/>
          <w:bCs/>
        </w:rPr>
        <w:t>DAIP.WOKRM.0102.213.1.2021</w:t>
      </w:r>
    </w:p>
    <w:p w14:paraId="6C7DA651" w14:textId="77777777" w:rsidR="005B6805" w:rsidRDefault="005B6805" w:rsidP="005B6805">
      <w:pPr>
        <w:ind w:left="5103"/>
        <w:rPr>
          <w:rFonts w:ascii="Calibri" w:hAnsi="Calibri"/>
          <w:b/>
        </w:rPr>
      </w:pPr>
    </w:p>
    <w:p w14:paraId="2B626006" w14:textId="40E93DD7" w:rsidR="005B6805" w:rsidRDefault="005B6805" w:rsidP="005B6805">
      <w:pPr>
        <w:ind w:left="5103"/>
        <w:rPr>
          <w:rFonts w:ascii="Calibri" w:hAnsi="Calibri"/>
          <w:b/>
        </w:rPr>
      </w:pPr>
      <w:r>
        <w:rPr>
          <w:rFonts w:ascii="Calibri" w:hAnsi="Calibri"/>
          <w:b/>
        </w:rPr>
        <w:t>Pan</w:t>
      </w:r>
      <w:r w:rsidR="00365A90">
        <w:rPr>
          <w:rFonts w:ascii="Calibri" w:hAnsi="Calibri"/>
          <w:b/>
        </w:rPr>
        <w:t>i</w:t>
      </w:r>
    </w:p>
    <w:p w14:paraId="7C4A22AC" w14:textId="70D761CE" w:rsidR="00465A08" w:rsidRDefault="00365A90" w:rsidP="005B6805">
      <w:pPr>
        <w:ind w:left="5103"/>
        <w:rPr>
          <w:rFonts w:ascii="Calibri" w:hAnsi="Calibri"/>
          <w:b/>
        </w:rPr>
      </w:pPr>
      <w:r>
        <w:rPr>
          <w:rFonts w:ascii="Calibri" w:hAnsi="Calibri"/>
          <w:b/>
        </w:rPr>
        <w:t>Wioletta Zwara</w:t>
      </w:r>
    </w:p>
    <w:p w14:paraId="4D26D704" w14:textId="77777777" w:rsidR="00365A90" w:rsidRDefault="00365A90" w:rsidP="005B6805">
      <w:pPr>
        <w:ind w:left="5103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Sekretarz </w:t>
      </w:r>
    </w:p>
    <w:p w14:paraId="11D00AE2" w14:textId="6E6FAC03" w:rsidR="00365A90" w:rsidRDefault="00365A90" w:rsidP="005B6805">
      <w:pPr>
        <w:ind w:left="5103"/>
        <w:rPr>
          <w:rFonts w:ascii="Calibri" w:hAnsi="Calibri"/>
          <w:b/>
        </w:rPr>
      </w:pPr>
      <w:r>
        <w:rPr>
          <w:rFonts w:ascii="Calibri" w:hAnsi="Calibri"/>
          <w:b/>
        </w:rPr>
        <w:t>Komitetu Rady Ministrów do spraw Cyfryzacji</w:t>
      </w:r>
    </w:p>
    <w:p w14:paraId="2E6AE62B" w14:textId="77777777" w:rsidR="005B6805" w:rsidRDefault="005B6805" w:rsidP="005B6805">
      <w:pPr>
        <w:spacing w:after="120"/>
        <w:rPr>
          <w:rFonts w:ascii="Calibri" w:hAnsi="Calibri"/>
          <w:i/>
        </w:rPr>
      </w:pPr>
    </w:p>
    <w:p w14:paraId="0488B117" w14:textId="618CA028" w:rsidR="001960FC" w:rsidRPr="003D2B19" w:rsidRDefault="005B6805" w:rsidP="003D2B19">
      <w:pPr>
        <w:spacing w:before="480" w:after="120"/>
        <w:rPr>
          <w:rFonts w:ascii="Calibri" w:hAnsi="Calibri"/>
          <w:i/>
        </w:rPr>
      </w:pPr>
      <w:r>
        <w:rPr>
          <w:rFonts w:ascii="Calibri" w:hAnsi="Calibri"/>
          <w:i/>
        </w:rPr>
        <w:t>Szanown</w:t>
      </w:r>
      <w:r w:rsidR="00365A90">
        <w:rPr>
          <w:rFonts w:ascii="Calibri" w:hAnsi="Calibri"/>
          <w:i/>
        </w:rPr>
        <w:t>a</w:t>
      </w:r>
      <w:r>
        <w:rPr>
          <w:rFonts w:ascii="Calibri" w:hAnsi="Calibri"/>
          <w:i/>
        </w:rPr>
        <w:t xml:space="preserve"> Pani Sekretarz,</w:t>
      </w:r>
    </w:p>
    <w:p w14:paraId="418B8DAF" w14:textId="5FCBEB03" w:rsidR="001960FC" w:rsidRDefault="00F14C86" w:rsidP="001960FC">
      <w:pPr>
        <w:spacing w:after="120"/>
        <w:rPr>
          <w:rFonts w:ascii="Calibri" w:hAnsi="Calibri"/>
        </w:rPr>
      </w:pPr>
      <w:r>
        <w:rPr>
          <w:rFonts w:ascii="Calibri" w:hAnsi="Calibri"/>
        </w:rPr>
        <w:t xml:space="preserve">w </w:t>
      </w:r>
      <w:r w:rsidR="003D2B19">
        <w:rPr>
          <w:rFonts w:ascii="Calibri" w:hAnsi="Calibri"/>
        </w:rPr>
        <w:t>związku z przewidzianym do</w:t>
      </w:r>
      <w:r>
        <w:rPr>
          <w:rFonts w:ascii="Calibri" w:hAnsi="Calibri"/>
        </w:rPr>
        <w:t xml:space="preserve"> rozpatrzenia przez </w:t>
      </w:r>
      <w:r w:rsidR="00365A90">
        <w:rPr>
          <w:rFonts w:ascii="Calibri" w:hAnsi="Calibri"/>
        </w:rPr>
        <w:t>Komitet Rady Ministrów do spraw Cyfryzacji</w:t>
      </w:r>
      <w:r>
        <w:rPr>
          <w:rFonts w:ascii="Calibri" w:hAnsi="Calibri"/>
        </w:rPr>
        <w:t xml:space="preserve"> </w:t>
      </w:r>
      <w:r w:rsidR="0072193E" w:rsidRPr="003D2B19">
        <w:rPr>
          <w:rFonts w:ascii="Calibri" w:hAnsi="Calibri"/>
          <w:b/>
          <w:bCs/>
          <w:i/>
          <w:iCs/>
        </w:rPr>
        <w:t>projekt</w:t>
      </w:r>
      <w:r w:rsidR="005B74B7">
        <w:rPr>
          <w:rFonts w:ascii="Calibri" w:hAnsi="Calibri"/>
          <w:b/>
          <w:bCs/>
          <w:i/>
          <w:iCs/>
        </w:rPr>
        <w:t>u</w:t>
      </w:r>
      <w:r w:rsidR="0072193E" w:rsidRPr="003D2B19">
        <w:rPr>
          <w:rFonts w:ascii="Calibri" w:hAnsi="Calibri"/>
          <w:b/>
          <w:bCs/>
          <w:i/>
          <w:iCs/>
        </w:rPr>
        <w:t xml:space="preserve"> </w:t>
      </w:r>
      <w:r w:rsidR="00365A90" w:rsidRPr="003D2B19">
        <w:rPr>
          <w:rFonts w:ascii="Calibri" w:hAnsi="Calibri"/>
          <w:b/>
          <w:bCs/>
          <w:i/>
          <w:iCs/>
        </w:rPr>
        <w:t>rozporządzenia Ministra Rozwoju i Technologii w sprawie określenia wzoru formularza wniosku o ustalenie lokalizacji inwestycji celu publicznego albo warunków zabudowy</w:t>
      </w:r>
      <w:r w:rsidR="00365A90">
        <w:rPr>
          <w:rFonts w:ascii="Calibri" w:hAnsi="Calibri"/>
        </w:rPr>
        <w:t xml:space="preserve"> </w:t>
      </w:r>
      <w:r w:rsidR="003D2B19">
        <w:rPr>
          <w:rFonts w:ascii="Calibri" w:hAnsi="Calibri"/>
        </w:rPr>
        <w:t xml:space="preserve">uprzejmie </w:t>
      </w:r>
      <w:r w:rsidR="0098751C">
        <w:rPr>
          <w:rFonts w:ascii="Calibri" w:hAnsi="Calibri"/>
        </w:rPr>
        <w:t xml:space="preserve">informuję, że </w:t>
      </w:r>
      <w:r w:rsidR="0072193E">
        <w:rPr>
          <w:rFonts w:ascii="Calibri" w:hAnsi="Calibri"/>
        </w:rPr>
        <w:t>zgłaszam uwag</w:t>
      </w:r>
      <w:r w:rsidR="00631DD5">
        <w:rPr>
          <w:rFonts w:ascii="Calibri" w:hAnsi="Calibri"/>
        </w:rPr>
        <w:t>i</w:t>
      </w:r>
      <w:r w:rsidR="00365A90">
        <w:rPr>
          <w:rFonts w:ascii="Calibri" w:hAnsi="Calibri"/>
        </w:rPr>
        <w:t xml:space="preserve"> </w:t>
      </w:r>
      <w:r w:rsidR="003D2B19">
        <w:rPr>
          <w:rFonts w:ascii="Calibri" w:hAnsi="Calibri"/>
        </w:rPr>
        <w:t>ujęt</w:t>
      </w:r>
      <w:r w:rsidR="00631DD5">
        <w:rPr>
          <w:rFonts w:ascii="Calibri" w:hAnsi="Calibri"/>
        </w:rPr>
        <w:t>e</w:t>
      </w:r>
      <w:r w:rsidR="003D2B19">
        <w:rPr>
          <w:rFonts w:ascii="Calibri" w:hAnsi="Calibri"/>
        </w:rPr>
        <w:t xml:space="preserve"> </w:t>
      </w:r>
      <w:r w:rsidR="00365A90">
        <w:rPr>
          <w:rFonts w:ascii="Calibri" w:hAnsi="Calibri"/>
        </w:rPr>
        <w:t>w tabeli stanowiąc</w:t>
      </w:r>
      <w:r w:rsidR="00B03E9C">
        <w:rPr>
          <w:rFonts w:ascii="Calibri" w:hAnsi="Calibri"/>
        </w:rPr>
        <w:t>ej</w:t>
      </w:r>
      <w:r w:rsidR="00365A90">
        <w:rPr>
          <w:rFonts w:ascii="Calibri" w:hAnsi="Calibri"/>
        </w:rPr>
        <w:t xml:space="preserve"> załącznik do pisma</w:t>
      </w:r>
      <w:r w:rsidR="00EE16F9">
        <w:rPr>
          <w:rFonts w:ascii="Calibri" w:hAnsi="Calibri"/>
        </w:rPr>
        <w:t>.</w:t>
      </w:r>
    </w:p>
    <w:p w14:paraId="2665C8B6" w14:textId="77777777" w:rsidR="00B55C3E" w:rsidRDefault="00B55C3E" w:rsidP="00DA2035">
      <w:pPr>
        <w:spacing w:before="480" w:after="120"/>
        <w:ind w:left="4859"/>
        <w:jc w:val="center"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  <w:i/>
          <w:iCs/>
        </w:rPr>
        <w:t>Z poważaniem</w:t>
      </w:r>
    </w:p>
    <w:p w14:paraId="29D1C3FD" w14:textId="70FD535C" w:rsidR="00B55C3E" w:rsidRDefault="00B55C3E" w:rsidP="00B55C3E">
      <w:pPr>
        <w:ind w:left="4860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z up. </w:t>
      </w:r>
      <w:r w:rsidR="00F14C86">
        <w:rPr>
          <w:rFonts w:asciiTheme="minorHAnsi" w:hAnsiTheme="minorHAnsi" w:cstheme="minorHAnsi"/>
          <w:b/>
          <w:bCs/>
        </w:rPr>
        <w:t>Adam Andruszkiewicz</w:t>
      </w:r>
    </w:p>
    <w:p w14:paraId="6F587A87" w14:textId="77777777" w:rsidR="00B55C3E" w:rsidRDefault="00B55C3E" w:rsidP="00B55C3E">
      <w:pPr>
        <w:ind w:left="4860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Sekretarz Stanu</w:t>
      </w:r>
    </w:p>
    <w:p w14:paraId="30618109" w14:textId="77777777" w:rsidR="00B55C3E" w:rsidRDefault="00B55C3E" w:rsidP="00DA2035">
      <w:pPr>
        <w:spacing w:after="120"/>
        <w:ind w:left="4859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w Kancelarii Prezesa Rady Ministrów</w:t>
      </w:r>
    </w:p>
    <w:p w14:paraId="279FF0A4" w14:textId="77777777" w:rsidR="00B30905" w:rsidRPr="00DA03EF" w:rsidRDefault="00B55C3E" w:rsidP="00DA03EF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sectPr w:rsidR="00B30905" w:rsidRPr="00DA03EF" w:rsidSect="004633D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AA162B" w14:textId="77777777" w:rsidR="006A34B1" w:rsidRDefault="006A34B1">
      <w:r>
        <w:separator/>
      </w:r>
    </w:p>
  </w:endnote>
  <w:endnote w:type="continuationSeparator" w:id="0">
    <w:p w14:paraId="3765CF92" w14:textId="77777777" w:rsidR="006A34B1" w:rsidRDefault="006A34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CB9B9C" w14:textId="77777777" w:rsidR="00CA00AF" w:rsidRDefault="00CA00A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6F5AAD" w14:textId="77777777" w:rsidR="005E753F" w:rsidRDefault="005025E6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7CDA97EB" wp14:editId="69030E13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0AF327D" w14:textId="77777777" w:rsidR="005E753F" w:rsidRDefault="005025E6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00-060 Warszawa, tel. +48 (22) 245 59 21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shapetype w14:anchorId="7CDA97EB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" stroked="f">
              <v:textbox>
                <w:txbxContent>
                  <w:p w14:paraId="60AF327D" w14:textId="77777777" w:rsidR="005E753F" w:rsidRDefault="005025E6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00-060 Warszawa, tel. +48 (22) 245 59 21</w:t>
                    </w:r>
                  </w:p>
                </w:txbxContent>
              </v:textbox>
            </v:shape>
          </w:pict>
        </mc:Fallback>
      </mc:AlternateContent>
    </w:r>
    <w:r w:rsidR="003C7D66">
      <w:rPr>
        <w:noProof/>
      </w:rPr>
      <w:drawing>
        <wp:inline distT="0" distB="0" distL="0" distR="0" wp14:anchorId="353FEAE9" wp14:editId="7023B7B8">
          <wp:extent cx="5391785" cy="961390"/>
          <wp:effectExtent l="0" t="0" r="0" b="0"/>
          <wp:docPr id="4" name="Obraz 4" descr="stopka gotowa - niepodległa bez adresu gov pl premi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stopka gotowa - niepodległa bez adresu gov pl premi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785" cy="961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3A35ED" w14:textId="77777777" w:rsidR="00AE7731" w:rsidRDefault="003C7D66">
    <w:pPr>
      <w:pStyle w:val="Stopka"/>
    </w:pPr>
    <w:r>
      <w:rPr>
        <w:noProof/>
      </w:rPr>
      <w:drawing>
        <wp:inline distT="0" distB="0" distL="0" distR="0" wp14:anchorId="3675EAA2" wp14:editId="64B72264">
          <wp:extent cx="5391785" cy="961390"/>
          <wp:effectExtent l="0" t="0" r="0" b="0"/>
          <wp:docPr id="14" name="Obraz 14" descr="stopka gotowa - niepodległa bez adresu gov pl premi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stopka gotowa - niepodległa bez adresu gov pl premi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785" cy="961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A93DC5" w14:textId="77777777" w:rsidR="006A34B1" w:rsidRDefault="006A34B1">
      <w:r>
        <w:separator/>
      </w:r>
    </w:p>
  </w:footnote>
  <w:footnote w:type="continuationSeparator" w:id="0">
    <w:p w14:paraId="210117EF" w14:textId="77777777" w:rsidR="006A34B1" w:rsidRDefault="006A34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44A618" w14:textId="77777777" w:rsidR="00CA00AF" w:rsidRDefault="00CA00A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1D7AEA" w14:textId="77777777" w:rsidR="00CA00AF" w:rsidRDefault="00CA00A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C8D1E4" w14:textId="77777777" w:rsidR="007018D3" w:rsidRDefault="006A34B1" w:rsidP="007018D3">
    <w:pPr>
      <w:pStyle w:val="Nagwek"/>
      <w:jc w:val="right"/>
    </w:pPr>
  </w:p>
  <w:p w14:paraId="4828C60F" w14:textId="77777777" w:rsidR="007018D3" w:rsidRDefault="006A34B1" w:rsidP="007018D3">
    <w:pPr>
      <w:pStyle w:val="Nagwek"/>
      <w:jc w:val="right"/>
    </w:pPr>
  </w:p>
  <w:p w14:paraId="5F430A0F" w14:textId="72BF9A18" w:rsidR="004633D0" w:rsidRDefault="005025E6" w:rsidP="00404F0E">
    <w:pPr>
      <w:pStyle w:val="Nagwek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254C0E33" wp14:editId="71C973D8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766824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76682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F976A5B" w14:textId="65D50F82" w:rsidR="00E73F40" w:rsidRPr="00DA3527" w:rsidRDefault="00CA00AF" w:rsidP="001960FC">
                          <w:pPr>
                            <w:jc w:val="center"/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</w:pPr>
                          <w:r w:rsidRPr="00CA00AF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DRC.WL.0643.432.2021</w:t>
                          </w:r>
                        </w:p>
                      </w:txbxContent>
                    </wps:txbx>
                    <wps:bodyPr rot="0" vert="horz" wrap="square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6sdtdh="http://schemas.microsoft.com/office/word/2020/wordml/sdtdatahash">
          <w:pict>
            <v:shapetype w14:anchorId="254C0E33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39.1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" strokecolor="white [3212]">
              <v:textbox style="mso-fit-shape-to-text:t">
                <w:txbxContent>
                  <w:p w14:paraId="2F976A5B" w14:textId="65D50F82" w:rsidR="00E73F40" w:rsidRPr="00DA3527" w:rsidRDefault="00CA00AF" w:rsidP="001960FC">
                    <w:pPr>
                      <w:jc w:val="center"/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</w:pPr>
                    <w:r w:rsidRPr="00CA00AF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DRC.WL.0643.432.2021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586E23F2" wp14:editId="1465EC22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3873AE9" w14:textId="77777777" w:rsidR="007018D3" w:rsidRPr="00495DA1" w:rsidRDefault="005025E6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Mateusz Morawiecki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shape w14:anchorId="586E23F2" id="_x0000_s1028" type="#_x0000_t202" style="position:absolute;left:0;text-align:left;margin-left:-12.6pt;margin-top:109.65pt;width:219.75pt;height:24.3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" stroked="f">
              <v:textbox>
                <w:txbxContent>
                  <w:p w14:paraId="73873AE9" w14:textId="77777777" w:rsidR="007018D3" w:rsidRPr="00495DA1" w:rsidRDefault="005025E6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Mateusz 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Pr="00404F0E">
      <w:rPr>
        <w:noProof/>
      </w:rPr>
      <w:drawing>
        <wp:anchor distT="0" distB="0" distL="114300" distR="114300" simplePos="0" relativeHeight="251663360" behindDoc="0" locked="0" layoutInCell="1" allowOverlap="1" wp14:anchorId="25209970" wp14:editId="6EAB234B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 xml:space="preserve">Warszawa, dnia </w:t>
    </w:r>
    <w:bookmarkStart w:id="0" w:name="ezdDataPodpisu"/>
    <w:bookmarkEnd w:id="0"/>
    <w:r w:rsidR="00465A08">
      <w:t>1</w:t>
    </w:r>
    <w:r w:rsidR="00365A90">
      <w:t>3</w:t>
    </w:r>
    <w:r w:rsidR="0072193E">
      <w:t xml:space="preserve"> grudnia</w:t>
    </w:r>
    <w:r w:rsidR="00353E3E">
      <w:t xml:space="preserve"> 2021</w:t>
    </w:r>
    <w:r>
      <w:t xml:space="preserve">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F84874"/>
    <w:multiLevelType w:val="hybridMultilevel"/>
    <w:tmpl w:val="D7DC9C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8C190D"/>
    <w:multiLevelType w:val="hybridMultilevel"/>
    <w:tmpl w:val="5972E46E"/>
    <w:lvl w:ilvl="0" w:tplc="4B101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DB2BAE"/>
    <w:multiLevelType w:val="hybridMultilevel"/>
    <w:tmpl w:val="EF0AF28C"/>
    <w:lvl w:ilvl="0" w:tplc="3E721F7A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CD40C4"/>
    <w:multiLevelType w:val="hybridMultilevel"/>
    <w:tmpl w:val="CA4C5876"/>
    <w:lvl w:ilvl="0" w:tplc="0E924308">
      <w:start w:val="1"/>
      <w:numFmt w:val="decimal"/>
      <w:lvlText w:val="%1)"/>
      <w:lvlJc w:val="left"/>
      <w:pPr>
        <w:ind w:left="720" w:hanging="360"/>
      </w:pPr>
    </w:lvl>
    <w:lvl w:ilvl="1" w:tplc="F58C8BAE">
      <w:start w:val="1"/>
      <w:numFmt w:val="lowerLetter"/>
      <w:lvlText w:val="%2."/>
      <w:lvlJc w:val="left"/>
      <w:pPr>
        <w:ind w:left="1440" w:hanging="360"/>
      </w:pPr>
    </w:lvl>
    <w:lvl w:ilvl="2" w:tplc="130284E0">
      <w:start w:val="1"/>
      <w:numFmt w:val="lowerRoman"/>
      <w:lvlText w:val="%3."/>
      <w:lvlJc w:val="right"/>
      <w:pPr>
        <w:ind w:left="2160" w:hanging="180"/>
      </w:pPr>
    </w:lvl>
    <w:lvl w:ilvl="3" w:tplc="09346058">
      <w:start w:val="1"/>
      <w:numFmt w:val="decimal"/>
      <w:lvlText w:val="%4."/>
      <w:lvlJc w:val="left"/>
      <w:pPr>
        <w:ind w:left="2880" w:hanging="360"/>
      </w:pPr>
    </w:lvl>
    <w:lvl w:ilvl="4" w:tplc="99E221AA">
      <w:start w:val="1"/>
      <w:numFmt w:val="lowerLetter"/>
      <w:lvlText w:val="%5."/>
      <w:lvlJc w:val="left"/>
      <w:pPr>
        <w:ind w:left="3600" w:hanging="360"/>
      </w:pPr>
    </w:lvl>
    <w:lvl w:ilvl="5" w:tplc="BA4CA3AC">
      <w:start w:val="1"/>
      <w:numFmt w:val="lowerRoman"/>
      <w:lvlText w:val="%6."/>
      <w:lvlJc w:val="right"/>
      <w:pPr>
        <w:ind w:left="4320" w:hanging="180"/>
      </w:pPr>
    </w:lvl>
    <w:lvl w:ilvl="6" w:tplc="69764C8A">
      <w:start w:val="1"/>
      <w:numFmt w:val="decimal"/>
      <w:lvlText w:val="%7."/>
      <w:lvlJc w:val="left"/>
      <w:pPr>
        <w:ind w:left="5040" w:hanging="360"/>
      </w:pPr>
    </w:lvl>
    <w:lvl w:ilvl="7" w:tplc="C56447D6">
      <w:start w:val="1"/>
      <w:numFmt w:val="lowerLetter"/>
      <w:lvlText w:val="%8."/>
      <w:lvlJc w:val="left"/>
      <w:pPr>
        <w:ind w:left="5760" w:hanging="360"/>
      </w:pPr>
    </w:lvl>
    <w:lvl w:ilvl="8" w:tplc="690C7E2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7638"/>
    <w:rsid w:val="00033052"/>
    <w:rsid w:val="00047638"/>
    <w:rsid w:val="000723AE"/>
    <w:rsid w:val="00072A6F"/>
    <w:rsid w:val="000754ED"/>
    <w:rsid w:val="00075781"/>
    <w:rsid w:val="000852D8"/>
    <w:rsid w:val="0009485C"/>
    <w:rsid w:val="00097E67"/>
    <w:rsid w:val="000A3A88"/>
    <w:rsid w:val="000D3589"/>
    <w:rsid w:val="000D6CB4"/>
    <w:rsid w:val="000E5B15"/>
    <w:rsid w:val="000E74B9"/>
    <w:rsid w:val="00111990"/>
    <w:rsid w:val="00153AD5"/>
    <w:rsid w:val="001573A5"/>
    <w:rsid w:val="00165E4C"/>
    <w:rsid w:val="00167112"/>
    <w:rsid w:val="001960FC"/>
    <w:rsid w:val="001A67E4"/>
    <w:rsid w:val="00220A32"/>
    <w:rsid w:val="00227F4E"/>
    <w:rsid w:val="00233DB1"/>
    <w:rsid w:val="002435F9"/>
    <w:rsid w:val="002449EA"/>
    <w:rsid w:val="002561A8"/>
    <w:rsid w:val="002F156B"/>
    <w:rsid w:val="002F4CA0"/>
    <w:rsid w:val="002F60A3"/>
    <w:rsid w:val="00302CA7"/>
    <w:rsid w:val="00310B55"/>
    <w:rsid w:val="0032708C"/>
    <w:rsid w:val="00344200"/>
    <w:rsid w:val="003454B5"/>
    <w:rsid w:val="00351C42"/>
    <w:rsid w:val="00353E3E"/>
    <w:rsid w:val="00361EE0"/>
    <w:rsid w:val="00365A90"/>
    <w:rsid w:val="00367B34"/>
    <w:rsid w:val="003747ED"/>
    <w:rsid w:val="0037579E"/>
    <w:rsid w:val="003876B4"/>
    <w:rsid w:val="003A1B83"/>
    <w:rsid w:val="003C7D66"/>
    <w:rsid w:val="003D2B19"/>
    <w:rsid w:val="003E2076"/>
    <w:rsid w:val="003E2EAD"/>
    <w:rsid w:val="003E3D91"/>
    <w:rsid w:val="0041412F"/>
    <w:rsid w:val="00441394"/>
    <w:rsid w:val="00465A08"/>
    <w:rsid w:val="00481AF2"/>
    <w:rsid w:val="0048626A"/>
    <w:rsid w:val="00493F10"/>
    <w:rsid w:val="004A1B1C"/>
    <w:rsid w:val="004D2541"/>
    <w:rsid w:val="004E6A62"/>
    <w:rsid w:val="004F47EA"/>
    <w:rsid w:val="005025E6"/>
    <w:rsid w:val="00511968"/>
    <w:rsid w:val="005378B2"/>
    <w:rsid w:val="00542097"/>
    <w:rsid w:val="005524E1"/>
    <w:rsid w:val="00557E67"/>
    <w:rsid w:val="00570A3A"/>
    <w:rsid w:val="00573B93"/>
    <w:rsid w:val="00585C9E"/>
    <w:rsid w:val="0058729D"/>
    <w:rsid w:val="005B5890"/>
    <w:rsid w:val="005B6805"/>
    <w:rsid w:val="005B74B7"/>
    <w:rsid w:val="005D3A23"/>
    <w:rsid w:val="005F1201"/>
    <w:rsid w:val="005F67C2"/>
    <w:rsid w:val="0062313C"/>
    <w:rsid w:val="00631DD5"/>
    <w:rsid w:val="00637E83"/>
    <w:rsid w:val="00670478"/>
    <w:rsid w:val="006728DA"/>
    <w:rsid w:val="006759D4"/>
    <w:rsid w:val="006A34B1"/>
    <w:rsid w:val="006C346E"/>
    <w:rsid w:val="006C70ED"/>
    <w:rsid w:val="006F30B8"/>
    <w:rsid w:val="006F37F4"/>
    <w:rsid w:val="00701A41"/>
    <w:rsid w:val="00713C48"/>
    <w:rsid w:val="0072193E"/>
    <w:rsid w:val="00721A13"/>
    <w:rsid w:val="00726508"/>
    <w:rsid w:val="00734D26"/>
    <w:rsid w:val="00747284"/>
    <w:rsid w:val="00756C06"/>
    <w:rsid w:val="0076557E"/>
    <w:rsid w:val="00792EAD"/>
    <w:rsid w:val="007A0678"/>
    <w:rsid w:val="007B1557"/>
    <w:rsid w:val="007B360D"/>
    <w:rsid w:val="007C53F8"/>
    <w:rsid w:val="007D4F93"/>
    <w:rsid w:val="007D593A"/>
    <w:rsid w:val="007E3F8A"/>
    <w:rsid w:val="007F373F"/>
    <w:rsid w:val="007F4D02"/>
    <w:rsid w:val="00802FCF"/>
    <w:rsid w:val="00830B71"/>
    <w:rsid w:val="00833D4F"/>
    <w:rsid w:val="008656E2"/>
    <w:rsid w:val="00865E30"/>
    <w:rsid w:val="00870A7B"/>
    <w:rsid w:val="008A1072"/>
    <w:rsid w:val="008B45ED"/>
    <w:rsid w:val="008B77AA"/>
    <w:rsid w:val="008C091D"/>
    <w:rsid w:val="008D1701"/>
    <w:rsid w:val="008D2928"/>
    <w:rsid w:val="008F7B3E"/>
    <w:rsid w:val="0090507C"/>
    <w:rsid w:val="009133B6"/>
    <w:rsid w:val="009401AE"/>
    <w:rsid w:val="00941D27"/>
    <w:rsid w:val="00944564"/>
    <w:rsid w:val="009812D1"/>
    <w:rsid w:val="0098751C"/>
    <w:rsid w:val="00993D5B"/>
    <w:rsid w:val="009B2BF3"/>
    <w:rsid w:val="009B4F9D"/>
    <w:rsid w:val="009C751A"/>
    <w:rsid w:val="009E39A7"/>
    <w:rsid w:val="009E49CB"/>
    <w:rsid w:val="009E4A9B"/>
    <w:rsid w:val="009F6003"/>
    <w:rsid w:val="00A05319"/>
    <w:rsid w:val="00A10145"/>
    <w:rsid w:val="00A14812"/>
    <w:rsid w:val="00A4107F"/>
    <w:rsid w:val="00A43316"/>
    <w:rsid w:val="00A821BB"/>
    <w:rsid w:val="00AA65D1"/>
    <w:rsid w:val="00AB1192"/>
    <w:rsid w:val="00AD01D5"/>
    <w:rsid w:val="00AD7C6B"/>
    <w:rsid w:val="00AE5618"/>
    <w:rsid w:val="00AF5590"/>
    <w:rsid w:val="00B03E9C"/>
    <w:rsid w:val="00B51D7F"/>
    <w:rsid w:val="00B5236D"/>
    <w:rsid w:val="00B55C3E"/>
    <w:rsid w:val="00B57886"/>
    <w:rsid w:val="00B87150"/>
    <w:rsid w:val="00BC3467"/>
    <w:rsid w:val="00C17649"/>
    <w:rsid w:val="00C17A35"/>
    <w:rsid w:val="00C260F7"/>
    <w:rsid w:val="00C31753"/>
    <w:rsid w:val="00C433AF"/>
    <w:rsid w:val="00C62201"/>
    <w:rsid w:val="00C67838"/>
    <w:rsid w:val="00C734B6"/>
    <w:rsid w:val="00CA00AF"/>
    <w:rsid w:val="00CB625E"/>
    <w:rsid w:val="00CC1E12"/>
    <w:rsid w:val="00CD08B1"/>
    <w:rsid w:val="00CD1705"/>
    <w:rsid w:val="00D010C5"/>
    <w:rsid w:val="00D218FE"/>
    <w:rsid w:val="00D46377"/>
    <w:rsid w:val="00D8150C"/>
    <w:rsid w:val="00D94B72"/>
    <w:rsid w:val="00DA0220"/>
    <w:rsid w:val="00DA03EF"/>
    <w:rsid w:val="00DA2035"/>
    <w:rsid w:val="00DA2559"/>
    <w:rsid w:val="00DA2B9F"/>
    <w:rsid w:val="00DA72E7"/>
    <w:rsid w:val="00DB0DF2"/>
    <w:rsid w:val="00DD296F"/>
    <w:rsid w:val="00DE5C10"/>
    <w:rsid w:val="00DF0E2D"/>
    <w:rsid w:val="00E12E22"/>
    <w:rsid w:val="00E34789"/>
    <w:rsid w:val="00E41A53"/>
    <w:rsid w:val="00E42776"/>
    <w:rsid w:val="00E663D7"/>
    <w:rsid w:val="00E73F40"/>
    <w:rsid w:val="00E74E3B"/>
    <w:rsid w:val="00E8384B"/>
    <w:rsid w:val="00E85537"/>
    <w:rsid w:val="00EB11B4"/>
    <w:rsid w:val="00EE16F9"/>
    <w:rsid w:val="00EE1789"/>
    <w:rsid w:val="00EE74BD"/>
    <w:rsid w:val="00EF2CC1"/>
    <w:rsid w:val="00F01398"/>
    <w:rsid w:val="00F05A38"/>
    <w:rsid w:val="00F12765"/>
    <w:rsid w:val="00F14C86"/>
    <w:rsid w:val="00F155A5"/>
    <w:rsid w:val="00F24508"/>
    <w:rsid w:val="00F40E48"/>
    <w:rsid w:val="00F43872"/>
    <w:rsid w:val="00F465E6"/>
    <w:rsid w:val="00F63C8F"/>
    <w:rsid w:val="00FB01B3"/>
    <w:rsid w:val="00FC0493"/>
    <w:rsid w:val="00FC5ECA"/>
    <w:rsid w:val="00FF2DF7"/>
    <w:rsid w:val="00FF3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68BDE80"/>
  <w15:docId w15:val="{DC875217-ADCB-4A8A-BA27-E8A07F0CB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  <w:style w:type="character" w:styleId="Hipercze">
    <w:name w:val="Hyperlink"/>
    <w:unhideWhenUsed/>
    <w:rsid w:val="00B55C3E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872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8729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8729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72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729D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729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729D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E663D7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EE16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742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3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5</TotalTime>
  <Pages>1</Pages>
  <Words>90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Markowska Anna</cp:lastModifiedBy>
  <cp:revision>6</cp:revision>
  <dcterms:created xsi:type="dcterms:W3CDTF">2021-12-13T07:25:00Z</dcterms:created>
  <dcterms:modified xsi:type="dcterms:W3CDTF">2021-12-13T13:17:00Z</dcterms:modified>
</cp:coreProperties>
</file>